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03F176DC" w:rsidR="00535E9B" w:rsidRDefault="00CC7E12" w:rsidP="00872F1F">
      <w:pPr>
        <w:ind w:left="2552" w:hanging="2552"/>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C7E12">
        <w:rPr>
          <w:rFonts w:ascii="Verdana" w:eastAsia="Verdana" w:hAnsi="Verdana" w:cs="Times New Roman"/>
          <w:b/>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40B95D0E" w14:textId="2A4004B6" w:rsidR="00B67D39" w:rsidRDefault="00B67D39" w:rsidP="00535E9B">
      <w:pPr>
        <w:jc w:val="right"/>
        <w:rPr>
          <w:rFonts w:ascii="Verdana" w:eastAsia="Verdana" w:hAnsi="Verdana" w:cs="Times New Roman"/>
          <w:b/>
        </w:rPr>
      </w:pPr>
    </w:p>
    <w:p w14:paraId="75018FFB" w14:textId="77777777" w:rsidR="00872F1F" w:rsidRPr="00535E9B" w:rsidRDefault="00872F1F" w:rsidP="00535E9B">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67D39" w:rsidRPr="006B56FD" w14:paraId="7AAC9FB8" w14:textId="77777777" w:rsidTr="002C2C2F">
        <w:trPr>
          <w:trHeight w:val="1820"/>
        </w:trPr>
        <w:tc>
          <w:tcPr>
            <w:tcW w:w="3965"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949632A" w14:textId="77777777" w:rsidR="005E24FB" w:rsidRPr="006B56FD" w:rsidRDefault="005E24FB" w:rsidP="005E24F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F6DF356" w14:textId="77777777" w:rsidR="005E24FB" w:rsidRPr="006B56FD" w:rsidRDefault="005E24FB" w:rsidP="005E24F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3F4CA6ED" w14:textId="181D031C" w:rsidR="00B67D39" w:rsidRPr="006B56FD" w:rsidRDefault="005E24FB" w:rsidP="005E24FB">
            <w:pPr>
              <w:jc w:val="center"/>
              <w:rPr>
                <w:rFonts w:asciiTheme="minorHAnsi" w:eastAsiaTheme="majorEastAsia" w:hAnsiTheme="minorHAnsi" w:cstheme="minorHAnsi"/>
                <w:i/>
                <w:iCs/>
              </w:rPr>
            </w:pPr>
            <w:r w:rsidRPr="006B56FD">
              <w:rPr>
                <w:rFonts w:asciiTheme="minorHAnsi" w:hAnsiTheme="minorHAnsi" w:cstheme="minorHAnsi"/>
                <w:b/>
              </w:rPr>
              <w:t xml:space="preserve">PGE Dystrybucja S.A. Oddział </w:t>
            </w:r>
            <w:r w:rsidRPr="00F44978">
              <w:rPr>
                <w:rFonts w:asciiTheme="minorHAnsi" w:hAnsiTheme="minorHAnsi" w:cstheme="minorHAnsi"/>
                <w:b/>
              </w:rPr>
              <w:t>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A084A5F" w14:textId="77777777" w:rsidR="00CC7E12" w:rsidRPr="00CC7E12" w:rsidRDefault="00CC7E12" w:rsidP="00CC7E12">
      <w:pPr>
        <w:tabs>
          <w:tab w:val="left" w:pos="1628"/>
        </w:tabs>
        <w:jc w:val="center"/>
        <w:rPr>
          <w:rFonts w:cstheme="minorHAnsi"/>
          <w:b/>
          <w:szCs w:val="18"/>
        </w:rPr>
      </w:pPr>
      <w:r w:rsidRPr="00CC7E12">
        <w:rPr>
          <w:rFonts w:cstheme="minorHAnsi"/>
          <w:b/>
          <w:szCs w:val="18"/>
        </w:rPr>
        <w:t xml:space="preserve">OŚWIADCZENIE O BRAKU PODSTAW WYKLUCZENIA </w:t>
      </w:r>
    </w:p>
    <w:p w14:paraId="50FE6A55" w14:textId="27097055" w:rsidR="00381365" w:rsidRPr="00B67D39" w:rsidRDefault="00CC7E12" w:rsidP="00CC7E12">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374FBE27" w14:textId="77777777" w:rsidR="00A62B4C" w:rsidRPr="00B67D39" w:rsidRDefault="00A62B4C" w:rsidP="00A62B4C">
      <w:pPr>
        <w:rPr>
          <w:rFonts w:eastAsia="Verdana" w:cs="Times New Roman"/>
          <w:szCs w:val="18"/>
        </w:rPr>
      </w:pPr>
    </w:p>
    <w:p w14:paraId="5D686870" w14:textId="77777777" w:rsidR="00CC7E12" w:rsidRPr="00CC7E12" w:rsidRDefault="00CC7E12" w:rsidP="00872F1F">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97B8BE0" w14:textId="77777777" w:rsidR="00CC7E12" w:rsidRPr="00CC7E12" w:rsidRDefault="00CC7E12" w:rsidP="00872F1F">
      <w:pPr>
        <w:jc w:val="both"/>
        <w:rPr>
          <w:rFonts w:cstheme="minorHAnsi"/>
        </w:rPr>
      </w:pPr>
    </w:p>
    <w:p w14:paraId="63B1B52A" w14:textId="64B530D7" w:rsidR="00CC7E12" w:rsidRPr="00F2646E" w:rsidRDefault="00CC7E12" w:rsidP="00872F1F">
      <w:pPr>
        <w:jc w:val="both"/>
        <w:rPr>
          <w:rFonts w:cstheme="minorHAnsi"/>
          <w:szCs w:val="18"/>
        </w:rPr>
      </w:pPr>
      <w:r w:rsidRPr="00F2646E">
        <w:rPr>
          <w:rFonts w:cstheme="minorHAnsi"/>
          <w:szCs w:val="18"/>
        </w:rPr>
        <w:t xml:space="preserve">Na potrzeby postępowania o udzielenie zamówienia prowadzonego pn. </w:t>
      </w:r>
      <w:r w:rsidR="00D93A87">
        <w:rPr>
          <w:rFonts w:eastAsia="Calibri" w:cstheme="minorHAnsi"/>
          <w:b/>
          <w:szCs w:val="18"/>
        </w:rPr>
        <w:t xml:space="preserve">Budowa sieci elektroenergetycznej SN i </w:t>
      </w:r>
      <w:proofErr w:type="spellStart"/>
      <w:r w:rsidR="00D93A87">
        <w:rPr>
          <w:rFonts w:eastAsia="Calibri" w:cstheme="minorHAnsi"/>
          <w:b/>
          <w:szCs w:val="18"/>
        </w:rPr>
        <w:t>nN</w:t>
      </w:r>
      <w:proofErr w:type="spellEnd"/>
      <w:r w:rsidR="00D93A87">
        <w:rPr>
          <w:rFonts w:eastAsia="Calibri" w:cstheme="minorHAnsi"/>
          <w:b/>
          <w:szCs w:val="18"/>
        </w:rPr>
        <w:t xml:space="preserve"> na terenie działalności Rejonu Energetycznego Suwałki PGE Dystrybucja S.</w:t>
      </w:r>
      <w:r w:rsidR="00D93A87">
        <w:rPr>
          <w:rFonts w:eastAsia="Calibri" w:cstheme="minorHAnsi"/>
          <w:b/>
          <w:szCs w:val="18"/>
        </w:rPr>
        <w:t xml:space="preserve">A. Oddział Białystok – 2 części, </w:t>
      </w:r>
      <w:r w:rsidRPr="00F2646E">
        <w:rPr>
          <w:rFonts w:cstheme="minorHAnsi"/>
          <w:szCs w:val="18"/>
        </w:rPr>
        <w:t xml:space="preserve">nr </w:t>
      </w:r>
      <w:r w:rsidR="00F2646E" w:rsidRPr="00F2646E">
        <w:rPr>
          <w:rFonts w:cstheme="minorHAnsi"/>
          <w:b/>
          <w:szCs w:val="18"/>
          <w:lang w:eastAsia="pl-PL"/>
        </w:rPr>
        <w:t>POST/DYS/OB/GZA/0</w:t>
      </w:r>
      <w:r w:rsidR="00F20306">
        <w:rPr>
          <w:rFonts w:cstheme="minorHAnsi"/>
          <w:b/>
          <w:szCs w:val="18"/>
          <w:lang w:eastAsia="pl-PL"/>
        </w:rPr>
        <w:t>2</w:t>
      </w:r>
      <w:r w:rsidR="00D93A87">
        <w:rPr>
          <w:rFonts w:cstheme="minorHAnsi"/>
          <w:b/>
          <w:szCs w:val="18"/>
          <w:lang w:eastAsia="pl-PL"/>
        </w:rPr>
        <w:t>968</w:t>
      </w:r>
      <w:r w:rsidR="004E0042" w:rsidRPr="00F2646E">
        <w:rPr>
          <w:rFonts w:cstheme="minorHAnsi"/>
          <w:b/>
          <w:szCs w:val="18"/>
          <w:lang w:eastAsia="pl-PL"/>
        </w:rPr>
        <w:t>/2025</w:t>
      </w:r>
      <w:r w:rsidRPr="00F2646E">
        <w:rPr>
          <w:rFonts w:cstheme="minorHAnsi"/>
          <w:szCs w:val="18"/>
        </w:rPr>
        <w:t xml:space="preserve">, prowadzonego przez </w:t>
      </w:r>
      <w:r w:rsidR="004E0042" w:rsidRPr="00F2646E">
        <w:rPr>
          <w:rFonts w:cstheme="minorHAnsi"/>
          <w:b/>
          <w:bCs/>
          <w:szCs w:val="18"/>
        </w:rPr>
        <w:t>PGE Dystrybucja S.A. Oddział Białystok</w:t>
      </w:r>
      <w:r w:rsidRPr="00F2646E">
        <w:rPr>
          <w:rFonts w:cstheme="minorHAnsi"/>
          <w:i/>
          <w:szCs w:val="18"/>
        </w:rPr>
        <w:t xml:space="preserve">, </w:t>
      </w:r>
      <w:r w:rsidRPr="00F2646E">
        <w:rPr>
          <w:rFonts w:cstheme="minorHAnsi"/>
          <w:szCs w:val="18"/>
        </w:rPr>
        <w:t>oświadczam, co następuje:</w:t>
      </w:r>
      <w:bookmarkStart w:id="6" w:name="_GoBack"/>
      <w:bookmarkEnd w:id="6"/>
    </w:p>
    <w:p w14:paraId="337FED37" w14:textId="77777777" w:rsidR="00CC7E12" w:rsidRPr="00CC7E12" w:rsidRDefault="00CC7E12" w:rsidP="00872F1F">
      <w:pPr>
        <w:jc w:val="both"/>
        <w:rPr>
          <w:rFonts w:cstheme="minorHAnsi"/>
        </w:rPr>
      </w:pPr>
    </w:p>
    <w:p w14:paraId="4DBC3278" w14:textId="77777777" w:rsidR="00CC7E12" w:rsidRPr="00CC7E12" w:rsidRDefault="00CC7E12" w:rsidP="00CC7E12">
      <w:pPr>
        <w:rPr>
          <w:rFonts w:cstheme="minorHAnsi"/>
          <w:b/>
        </w:rPr>
      </w:pPr>
      <w:r w:rsidRPr="00CC7E12">
        <w:rPr>
          <w:rFonts w:cstheme="minorHAnsi"/>
          <w:b/>
        </w:rPr>
        <w:t>OŚWIADCZENIA DOTYCZĄCE WYKONAWCY:</w:t>
      </w:r>
    </w:p>
    <w:p w14:paraId="47E8F71E" w14:textId="77777777" w:rsidR="00CC7E12" w:rsidRPr="002C2C2F" w:rsidRDefault="00CC7E12" w:rsidP="002C2C2F">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
      </w:r>
    </w:p>
    <w:p w14:paraId="3EA3242A" w14:textId="78901168" w:rsidR="00CC7E12" w:rsidRPr="002C2C2F" w:rsidRDefault="00CC7E12" w:rsidP="002C2C2F">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2"/>
      </w:r>
    </w:p>
    <w:p w14:paraId="13AF2A44" w14:textId="77777777" w:rsidR="00CC7E12" w:rsidRPr="00CC7E12" w:rsidRDefault="00CC7E12" w:rsidP="002C2C2F">
      <w:pPr>
        <w:jc w:val="both"/>
        <w:rPr>
          <w:rFonts w:cstheme="minorHAnsi"/>
          <w:b/>
        </w:rPr>
      </w:pPr>
      <w:r w:rsidRPr="00CC7E12">
        <w:rPr>
          <w:rFonts w:cstheme="minorHAnsi"/>
          <w:b/>
        </w:rPr>
        <w:lastRenderedPageBreak/>
        <w:t>OŚWIADCZENIE DOTYCZĄCE PODWYKONAWCY, NA KTÓREGO PRZYPADA PONAD 10% WARTOŚCI ZAMÓWIENIA:</w:t>
      </w:r>
    </w:p>
    <w:p w14:paraId="41F51F5C" w14:textId="77777777" w:rsidR="00CC7E12" w:rsidRPr="00CC7E12" w:rsidRDefault="00CC7E12" w:rsidP="002C2C2F">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3C0F026" w14:textId="77777777" w:rsidR="00CC7E12" w:rsidRPr="00CC7E12" w:rsidRDefault="00CC7E12" w:rsidP="002C2C2F">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4BC9D8F1" w14:textId="77777777" w:rsidR="00CC7E12" w:rsidRPr="00CC7E12" w:rsidRDefault="00CC7E12" w:rsidP="002C2C2F">
      <w:pPr>
        <w:jc w:val="both"/>
        <w:rPr>
          <w:rFonts w:cstheme="minorHAnsi"/>
        </w:rPr>
      </w:pPr>
    </w:p>
    <w:p w14:paraId="19946833" w14:textId="77777777" w:rsidR="00CC7E12" w:rsidRPr="00CC7E12" w:rsidRDefault="00CC7E12" w:rsidP="002C2C2F">
      <w:pPr>
        <w:jc w:val="both"/>
        <w:rPr>
          <w:rFonts w:cstheme="minorHAnsi"/>
          <w:b/>
        </w:rPr>
      </w:pPr>
      <w:r w:rsidRPr="00CC7E12">
        <w:rPr>
          <w:rFonts w:cstheme="minorHAnsi"/>
          <w:b/>
        </w:rPr>
        <w:t>OŚWIADCZENIE DOTYCZĄCE DOSTAWCY, NA KTÓREGO PRZYPADA PONAD 10% WARTOŚCI ZAMÓWIENIA:</w:t>
      </w:r>
    </w:p>
    <w:p w14:paraId="6D6E2D6A" w14:textId="77777777" w:rsidR="00CC7E12" w:rsidRPr="00CC7E12" w:rsidRDefault="00CC7E12" w:rsidP="002C2C2F">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6D120E3" w14:textId="77777777" w:rsidR="00CC7E12" w:rsidRPr="00CC7E12" w:rsidRDefault="00CC7E12" w:rsidP="002C2C2F">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0FE7752A" w14:textId="77777777" w:rsidR="00CC7E12" w:rsidRPr="00CC7E12" w:rsidRDefault="00CC7E12" w:rsidP="002C2C2F">
      <w:pPr>
        <w:jc w:val="both"/>
        <w:rPr>
          <w:rFonts w:cstheme="minorHAnsi"/>
          <w:i/>
        </w:rPr>
      </w:pPr>
    </w:p>
    <w:p w14:paraId="3D8697C9" w14:textId="77777777" w:rsidR="00CC7E12" w:rsidRPr="00CC7E12" w:rsidRDefault="00CC7E12" w:rsidP="002C2C2F">
      <w:pPr>
        <w:jc w:val="both"/>
        <w:rPr>
          <w:rFonts w:cstheme="minorHAnsi"/>
          <w:b/>
        </w:rPr>
      </w:pPr>
      <w:r w:rsidRPr="00CC7E12">
        <w:rPr>
          <w:rFonts w:cstheme="minorHAnsi"/>
          <w:b/>
        </w:rPr>
        <w:t>OŚWIADCZENIE DOTYCZĄCE PODANYCH INFORMACJI:</w:t>
      </w:r>
    </w:p>
    <w:p w14:paraId="6F79D774" w14:textId="77777777" w:rsidR="00CC7E12" w:rsidRPr="00CC7E12" w:rsidRDefault="00CC7E12" w:rsidP="002C2C2F">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304B6A63" w14:textId="77777777" w:rsidR="00CC7E12" w:rsidRPr="00CC7E12" w:rsidRDefault="00CC7E12" w:rsidP="002C2C2F">
      <w:pPr>
        <w:jc w:val="both"/>
        <w:rPr>
          <w:rFonts w:cstheme="minorHAnsi"/>
        </w:rPr>
      </w:pPr>
    </w:p>
    <w:p w14:paraId="583D2B82" w14:textId="5FE7C2F3" w:rsidR="00CC7E12" w:rsidRPr="00CC7E12" w:rsidRDefault="00CC7E12" w:rsidP="002C2C2F">
      <w:pPr>
        <w:jc w:val="both"/>
        <w:rPr>
          <w:rFonts w:cstheme="minorHAnsi"/>
          <w:b/>
        </w:rPr>
      </w:pPr>
      <w:r w:rsidRPr="00CC7E12">
        <w:rPr>
          <w:rFonts w:cstheme="minorHAnsi"/>
          <w:b/>
        </w:rPr>
        <w:t>INFORMACJA DOTYCZĄCA DOSTĘPU DO PODMIOTOWYCH ŚRODKÓW DOWODOWYCH/</w:t>
      </w:r>
      <w:r w:rsidR="002C2C2F">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3DBB085F" w14:textId="77777777" w:rsidR="00CC7E12" w:rsidRPr="00CC7E12" w:rsidRDefault="00CC7E12" w:rsidP="002C2C2F">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4B3CFECD" w14:textId="507A17FB" w:rsidR="00CC7E12" w:rsidRPr="00CC7E12" w:rsidRDefault="00CC7E12" w:rsidP="002C2C2F">
      <w:pPr>
        <w:jc w:val="both"/>
        <w:rPr>
          <w:rFonts w:cstheme="minorHAnsi"/>
        </w:rPr>
      </w:pPr>
      <w:r w:rsidRPr="00CC7E12">
        <w:rPr>
          <w:rFonts w:cstheme="minorHAnsi"/>
        </w:rPr>
        <w:t>1) ..................................................................................................................................................</w:t>
      </w:r>
    </w:p>
    <w:p w14:paraId="7E07D396" w14:textId="77777777" w:rsidR="00CC7E12" w:rsidRPr="00CC7E12" w:rsidRDefault="00CC7E12" w:rsidP="002C2C2F">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D4D2EE3" w14:textId="2DD8EE88" w:rsidR="00CC7E12" w:rsidRPr="00CC7E12" w:rsidRDefault="00CC7E12" w:rsidP="002C2C2F">
      <w:pPr>
        <w:jc w:val="both"/>
        <w:rPr>
          <w:rFonts w:cstheme="minorHAnsi"/>
        </w:rPr>
      </w:pPr>
      <w:r w:rsidRPr="00CC7E12">
        <w:rPr>
          <w:rFonts w:cstheme="minorHAnsi"/>
        </w:rPr>
        <w:t>2) ...................................................................................................................................................</w:t>
      </w:r>
    </w:p>
    <w:p w14:paraId="33AD676B" w14:textId="650C64A6" w:rsidR="00B67D39" w:rsidRPr="00CC7E12" w:rsidRDefault="00CC7E12" w:rsidP="002C2C2F">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B2CB4B3" w14:textId="73C6721B" w:rsidR="00381365" w:rsidRPr="00CC7E12" w:rsidRDefault="00381365" w:rsidP="002C2C2F">
      <w:pPr>
        <w:jc w:val="both"/>
        <w:rPr>
          <w:rFonts w:cstheme="minorHAnsi"/>
          <w:sz w:val="16"/>
        </w:rPr>
      </w:pPr>
    </w:p>
    <w:p w14:paraId="1B7F3631" w14:textId="3FC40CED" w:rsidR="00381365" w:rsidRDefault="00381365" w:rsidP="00381365">
      <w:pPr>
        <w:rPr>
          <w:rFonts w:cstheme="minorHAnsi"/>
        </w:rPr>
      </w:pPr>
    </w:p>
    <w:p w14:paraId="79AA5069" w14:textId="77777777" w:rsidR="00CC7E12" w:rsidRDefault="00CC7E12" w:rsidP="00381365">
      <w:pPr>
        <w:rPr>
          <w:rFonts w:cstheme="minorHAnsi"/>
        </w:rPr>
      </w:pPr>
    </w:p>
    <w:p w14:paraId="18BCF4A9" w14:textId="6F1F8B22"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3AF5582F" w:rsidR="00535E9B" w:rsidRPr="002C2C2F" w:rsidRDefault="00381365" w:rsidP="002C2C2F">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sidR="00A62B4C">
        <w:rPr>
          <w:rFonts w:ascii="Verdana" w:eastAsia="Verdana" w:hAnsi="Verdana" w:cs="Times New Roman"/>
        </w:rPr>
        <w:tab/>
      </w:r>
      <w:bookmarkEnd w:id="0"/>
      <w:bookmarkEnd w:id="1"/>
      <w:bookmarkEnd w:id="2"/>
      <w:bookmarkEnd w:id="3"/>
      <w:bookmarkEnd w:id="4"/>
      <w:bookmarkEnd w:id="5"/>
    </w:p>
    <w:sectPr w:rsidR="00535E9B" w:rsidRPr="002C2C2F"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523F4" w14:textId="77777777" w:rsidR="00122F9A" w:rsidRDefault="00122F9A" w:rsidP="00582CE9">
      <w:pPr>
        <w:spacing w:after="0"/>
      </w:pPr>
      <w:r>
        <w:separator/>
      </w:r>
    </w:p>
  </w:endnote>
  <w:endnote w:type="continuationSeparator" w:id="0">
    <w:p w14:paraId="52C47353" w14:textId="77777777" w:rsidR="00122F9A" w:rsidRDefault="00122F9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D00FEAB" w:rsidR="00347E8D" w:rsidRDefault="00347E8D">
        <w:pPr>
          <w:pStyle w:val="Stopka"/>
          <w:jc w:val="right"/>
        </w:pPr>
        <w:r>
          <w:fldChar w:fldCharType="begin"/>
        </w:r>
        <w:r>
          <w:instrText>PAGE   \* MERGEFORMAT</w:instrText>
        </w:r>
        <w:r>
          <w:fldChar w:fldCharType="separate"/>
        </w:r>
        <w:r w:rsidR="00D93A8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3CE72" w14:textId="77777777" w:rsidR="00122F9A" w:rsidRDefault="00122F9A" w:rsidP="00582CE9">
      <w:pPr>
        <w:spacing w:after="0"/>
      </w:pPr>
      <w:r>
        <w:separator/>
      </w:r>
    </w:p>
  </w:footnote>
  <w:footnote w:type="continuationSeparator" w:id="0">
    <w:p w14:paraId="215F1626" w14:textId="77777777" w:rsidR="00122F9A" w:rsidRDefault="00122F9A" w:rsidP="00582CE9">
      <w:pPr>
        <w:spacing w:after="0"/>
      </w:pPr>
      <w:r>
        <w:continuationSeparator/>
      </w:r>
    </w:p>
  </w:footnote>
  <w:footnote w:id="1">
    <w:p w14:paraId="277E1843" w14:textId="77777777" w:rsidR="00CC7E12" w:rsidRPr="00872F1F" w:rsidRDefault="00CC7E12" w:rsidP="00872F1F">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B7581A8"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55FBD02A"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bookmarkStart w:id="7"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7"/>
    </w:p>
    <w:p w14:paraId="386DB5B2"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63E050B8" w14:textId="77777777" w:rsidR="00CC7E12" w:rsidRPr="00872F1F" w:rsidRDefault="00CC7E12" w:rsidP="00872F1F">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2F8581A1" w14:textId="77777777" w:rsidR="00CC7E12" w:rsidRPr="00872F1F" w:rsidRDefault="00CC7E12" w:rsidP="00872F1F">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2FCACEB6" w14:textId="77777777" w:rsidR="00CC7E12" w:rsidRPr="00872F1F" w:rsidRDefault="00CC7E12" w:rsidP="00872F1F">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68F210" w14:textId="77777777" w:rsidR="00CC7E12" w:rsidRPr="00872F1F" w:rsidRDefault="00CC7E12" w:rsidP="00872F1F">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5F1B1066" w14:textId="77777777" w:rsidR="00CC7E12" w:rsidRPr="00872F1F" w:rsidRDefault="00CC7E12" w:rsidP="00872F1F">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2646E" w:rsidRPr="006B2C28" w14:paraId="614C9100" w14:textId="77777777" w:rsidTr="00FD7F55">
      <w:trPr>
        <w:trHeight w:val="1140"/>
      </w:trPr>
      <w:tc>
        <w:tcPr>
          <w:tcW w:w="6119" w:type="dxa"/>
          <w:vAlign w:val="center"/>
        </w:tcPr>
        <w:p w14:paraId="5230696D" w14:textId="77777777" w:rsidR="00F20306" w:rsidRDefault="00F20306" w:rsidP="00F2030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Specyfikacja Warunków Zamówienia (SWZ)</w:t>
          </w:r>
        </w:p>
        <w:p w14:paraId="26494A79" w14:textId="427A6159" w:rsidR="00F20306" w:rsidRDefault="00D93A87" w:rsidP="00F2030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POST/DYS/OB/GZA/02968</w:t>
          </w:r>
          <w:r w:rsidR="00F20306">
            <w:rPr>
              <w:rFonts w:asciiTheme="majorHAnsi" w:hAnsiTheme="majorHAnsi"/>
              <w:color w:val="000000" w:themeColor="text1"/>
              <w:sz w:val="14"/>
              <w:szCs w:val="18"/>
            </w:rPr>
            <w:t>/2025</w:t>
          </w:r>
        </w:p>
        <w:p w14:paraId="4A4E2A41" w14:textId="77777777" w:rsidR="00F2646E" w:rsidRPr="006B2C28" w:rsidRDefault="00F2646E" w:rsidP="00F2646E">
          <w:pPr>
            <w:suppressAutoHyphens/>
            <w:ind w:right="187"/>
            <w:rPr>
              <w:rFonts w:asciiTheme="majorHAnsi" w:hAnsiTheme="majorHAnsi"/>
              <w:color w:val="000000" w:themeColor="text1"/>
              <w:sz w:val="14"/>
              <w:szCs w:val="18"/>
            </w:rPr>
          </w:pPr>
        </w:p>
      </w:tc>
      <w:tc>
        <w:tcPr>
          <w:tcW w:w="977" w:type="dxa"/>
          <w:vAlign w:val="center"/>
        </w:tcPr>
        <w:p w14:paraId="33B7E046" w14:textId="77777777" w:rsidR="00F2646E" w:rsidRPr="006B2C28" w:rsidRDefault="00F2646E" w:rsidP="00F2646E">
          <w:pPr>
            <w:suppressAutoHyphens/>
            <w:ind w:right="187"/>
            <w:rPr>
              <w:rFonts w:asciiTheme="majorHAnsi" w:hAnsiTheme="majorHAnsi"/>
              <w:color w:val="092D74"/>
              <w:sz w:val="14"/>
              <w:szCs w:val="18"/>
            </w:rPr>
          </w:pPr>
        </w:p>
      </w:tc>
      <w:tc>
        <w:tcPr>
          <w:tcW w:w="3110" w:type="dxa"/>
          <w:vAlign w:val="center"/>
        </w:tcPr>
        <w:p w14:paraId="30239D0C" w14:textId="77777777" w:rsidR="00F2646E" w:rsidRPr="006B2C28" w:rsidRDefault="00F2646E" w:rsidP="00F2646E">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759710FA" wp14:editId="3F733DE2">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C85AAB" w14:textId="77777777" w:rsidR="00F2646E" w:rsidRPr="00833EC9" w:rsidRDefault="00F2646E" w:rsidP="00F2646E">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59710FA"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18C85AAB" w14:textId="77777777" w:rsidR="00F2646E" w:rsidRPr="00833EC9" w:rsidRDefault="00F2646E" w:rsidP="00F2646E">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4319D2B4" wp14:editId="50B527C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CDBFB83" w:rsidR="00347E8D" w:rsidRPr="00F2646E" w:rsidRDefault="00347E8D" w:rsidP="00F264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7"/>
  </w:num>
  <w:num w:numId="2">
    <w:abstractNumId w:val="7"/>
  </w:num>
  <w:num w:numId="3">
    <w:abstractNumId w:val="12"/>
  </w:num>
  <w:num w:numId="4">
    <w:abstractNumId w:val="19"/>
  </w:num>
  <w:num w:numId="5">
    <w:abstractNumId w:val="17"/>
  </w:num>
  <w:num w:numId="6">
    <w:abstractNumId w:val="17"/>
  </w:num>
  <w:num w:numId="7">
    <w:abstractNumId w:val="3"/>
  </w:num>
  <w:num w:numId="8">
    <w:abstractNumId w:val="26"/>
  </w:num>
  <w:num w:numId="9">
    <w:abstractNumId w:val="16"/>
  </w:num>
  <w:num w:numId="10">
    <w:abstractNumId w:val="4"/>
  </w:num>
  <w:num w:numId="11">
    <w:abstractNumId w:val="13"/>
  </w:num>
  <w:num w:numId="12">
    <w:abstractNumId w:val="11"/>
  </w:num>
  <w:num w:numId="13">
    <w:abstractNumId w:val="25"/>
  </w:num>
  <w:num w:numId="14">
    <w:abstractNumId w:val="21"/>
  </w:num>
  <w:num w:numId="15">
    <w:abstractNumId w:val="15"/>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7"/>
  </w:num>
  <w:num w:numId="21">
    <w:abstractNumId w:val="1"/>
  </w:num>
  <w:num w:numId="22">
    <w:abstractNumId w:val="14"/>
  </w:num>
  <w:num w:numId="23">
    <w:abstractNumId w:val="10"/>
  </w:num>
  <w:num w:numId="24">
    <w:abstractNumId w:val="20"/>
  </w:num>
  <w:num w:numId="25">
    <w:abstractNumId w:val="24"/>
  </w:num>
  <w:num w:numId="26">
    <w:abstractNumId w:val="2"/>
  </w:num>
  <w:num w:numId="27">
    <w:abstractNumId w:val="23"/>
  </w:num>
  <w:num w:numId="28">
    <w:abstractNumId w:val="22"/>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2F9A"/>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2C2F"/>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48"/>
    <w:rsid w:val="00496273"/>
    <w:rsid w:val="004A723C"/>
    <w:rsid w:val="004B29F9"/>
    <w:rsid w:val="004C2303"/>
    <w:rsid w:val="004D154B"/>
    <w:rsid w:val="004D63D5"/>
    <w:rsid w:val="004E0042"/>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24F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72F1F"/>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C7E12"/>
    <w:rsid w:val="00CD2022"/>
    <w:rsid w:val="00CE2F55"/>
    <w:rsid w:val="00D03C12"/>
    <w:rsid w:val="00D10930"/>
    <w:rsid w:val="00D1247E"/>
    <w:rsid w:val="00D21BCE"/>
    <w:rsid w:val="00D516C1"/>
    <w:rsid w:val="00D6344F"/>
    <w:rsid w:val="00D80E4A"/>
    <w:rsid w:val="00D93A87"/>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0306"/>
    <w:rsid w:val="00F21DD8"/>
    <w:rsid w:val="00F25128"/>
    <w:rsid w:val="00F2646E"/>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2968 - Załącznik nr 4 do SWZ - Oświadczenie wykluczenie.docx</dmsv2BaseFileName>
    <dmsv2BaseDisplayName xmlns="http://schemas.microsoft.com/sharepoint/v3">2968 - Załącznik nr 4 do SWZ - Oświadczenie wykluczenie</dmsv2BaseDisplayName>
    <dmsv2SWPP2ObjectNumber xmlns="http://schemas.microsoft.com/sharepoint/v3">POST/DYS/OB/GZA/02968/2025                        </dmsv2SWPP2ObjectNumber>
    <dmsv2SWPP2SumMD5 xmlns="http://schemas.microsoft.com/sharepoint/v3">934ee389d2ca9ed0be6d9c9bea96a0ec</dmsv2SWPP2SumMD5>
    <dmsv2BaseMoved xmlns="http://schemas.microsoft.com/sharepoint/v3">false</dmsv2BaseMoved>
    <dmsv2BaseIsSensitive xmlns="http://schemas.microsoft.com/sharepoint/v3">true</dmsv2BaseIsSensitive>
    <dmsv2SWPP2IDSWPP2 xmlns="http://schemas.microsoft.com/sharepoint/v3">690006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23142825</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00000001000700000000000d00000007</dmsv2SWPP2ObjectDepartment>
    <dmsv2SWPP2ObjectName xmlns="http://schemas.microsoft.com/sharepoint/v3">Postępowanie</dmsv2SWPP2ObjectName>
    <_dlc_DocId xmlns="a19cb1c7-c5c7-46d4-85ae-d83685407bba">VMUH7Q3WANFY-367621228-12794</_dlc_DocId>
    <_dlc_DocIdUrl xmlns="a19cb1c7-c5c7-46d4-85ae-d83685407bba">
      <Url>https://swpp2.dms.gkpge.pl/sites/39/_layouts/15/DocIdRedir.aspx?ID=VMUH7Q3WANFY-367621228-12794</Url>
      <Description>VMUH7Q3WANFY-367621228-12794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E7CC17-EAE3-45B6-8167-3C711781F26A}"/>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E8D231A-628F-4457-9CA7-DC35E2C768F7}">
  <ds:schemaRefs>
    <ds:schemaRef ds:uri="http://schemas.openxmlformats.org/officeDocument/2006/bibliography"/>
  </ds:schemaRefs>
</ds:datastoreItem>
</file>

<file path=customXml/itemProps5.xml><?xml version="1.0" encoding="utf-8"?>
<ds:datastoreItem xmlns:ds="http://schemas.openxmlformats.org/officeDocument/2006/customXml" ds:itemID="{7704B233-9227-4E31-9C82-14560266EDDD}"/>
</file>

<file path=docProps/app.xml><?xml version="1.0" encoding="utf-8"?>
<Properties xmlns="http://schemas.openxmlformats.org/officeDocument/2006/extended-properties" xmlns:vt="http://schemas.openxmlformats.org/officeDocument/2006/docPropsVTypes">
  <Template>PGE word swz test</Template>
  <TotalTime>70</TotalTime>
  <Pages>2</Pages>
  <Words>766</Words>
  <Characters>4596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16</cp:revision>
  <cp:lastPrinted>2024-07-15T11:21:00Z</cp:lastPrinted>
  <dcterms:created xsi:type="dcterms:W3CDTF">2025-01-15T13:15:00Z</dcterms:created>
  <dcterms:modified xsi:type="dcterms:W3CDTF">2025-08-08T07:56:00Z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a37b03d6-5d0c-4303-afca-caeddfad8c64</vt:lpwstr>
  </property>
</Properties>
</file>